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8D4812">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8D4812">
      <w:pPr>
        <w:jc w:val="center"/>
        <w:rPr>
          <w:rFonts w:ascii="Times New Roman" w:hAnsi="Times New Roman" w:cs="Times New Roman"/>
          <w:lang w:val="bg-BG"/>
        </w:rPr>
      </w:pPr>
    </w:p>
    <w:p w:rsidR="00070F31" w:rsidRPr="003451EA" w:rsidRDefault="00070F31" w:rsidP="008D4812">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8D4812">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8D4812">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3710B7" w:rsidRDefault="00070F31" w:rsidP="008D4812">
      <w:pPr>
        <w:spacing w:after="240" w:line="360" w:lineRule="auto"/>
        <w:jc w:val="center"/>
        <w:rPr>
          <w:rFonts w:ascii="Times New Roman" w:hAnsi="Times New Roman" w:cs="Times New Roman"/>
          <w:lang w:val="bg-BG"/>
        </w:rPr>
      </w:pPr>
      <w:r w:rsidRPr="003710B7">
        <w:rPr>
          <w:rFonts w:ascii="Times New Roman" w:hAnsi="Times New Roman" w:cs="Times New Roman"/>
          <w:b/>
          <w:bCs/>
          <w:lang w:val="bg-BG"/>
        </w:rPr>
        <w:t>“</w:t>
      </w:r>
      <w:proofErr w:type="spellStart"/>
      <w:r w:rsidR="00AF0278">
        <w:rPr>
          <w:rFonts w:ascii="Times New Roman" w:hAnsi="Times New Roman" w:cs="Times New Roman"/>
          <w:b/>
        </w:rPr>
        <w:t>Доставка</w:t>
      </w:r>
      <w:proofErr w:type="spellEnd"/>
      <w:r w:rsidR="00AF0278">
        <w:rPr>
          <w:rFonts w:ascii="Times New Roman" w:hAnsi="Times New Roman" w:cs="Times New Roman"/>
          <w:b/>
        </w:rPr>
        <w:t xml:space="preserve"> на </w:t>
      </w:r>
      <w:proofErr w:type="spellStart"/>
      <w:r w:rsidR="00AF0278">
        <w:rPr>
          <w:rFonts w:ascii="Times New Roman" w:hAnsi="Times New Roman" w:cs="Times New Roman"/>
          <w:b/>
        </w:rPr>
        <w:t>вафелни</w:t>
      </w:r>
      <w:proofErr w:type="spellEnd"/>
      <w:r w:rsidR="00AF0278">
        <w:rPr>
          <w:rFonts w:ascii="Times New Roman" w:hAnsi="Times New Roman" w:cs="Times New Roman"/>
          <w:b/>
        </w:rPr>
        <w:t xml:space="preserve"> </w:t>
      </w:r>
      <w:proofErr w:type="spellStart"/>
      <w:r w:rsidR="00AF0278">
        <w:rPr>
          <w:rFonts w:ascii="Times New Roman" w:hAnsi="Times New Roman" w:cs="Times New Roman"/>
          <w:b/>
        </w:rPr>
        <w:t>кърпи</w:t>
      </w:r>
      <w:proofErr w:type="spellEnd"/>
      <w:r w:rsidRPr="003710B7">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C2137"/>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94A53"/>
    <w:rsid w:val="001C2137"/>
    <w:rsid w:val="001D37A8"/>
    <w:rsid w:val="001E7937"/>
    <w:rsid w:val="001F30A5"/>
    <w:rsid w:val="00206034"/>
    <w:rsid w:val="00217247"/>
    <w:rsid w:val="00281910"/>
    <w:rsid w:val="002D40C9"/>
    <w:rsid w:val="002F57AD"/>
    <w:rsid w:val="003451EA"/>
    <w:rsid w:val="00366021"/>
    <w:rsid w:val="003710B7"/>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41CC"/>
    <w:rsid w:val="0078528D"/>
    <w:rsid w:val="007A2C3D"/>
    <w:rsid w:val="007C5802"/>
    <w:rsid w:val="007E4A77"/>
    <w:rsid w:val="008041DD"/>
    <w:rsid w:val="00813B5E"/>
    <w:rsid w:val="008430AC"/>
    <w:rsid w:val="008457BF"/>
    <w:rsid w:val="00864CC5"/>
    <w:rsid w:val="008D4812"/>
    <w:rsid w:val="00900CE8"/>
    <w:rsid w:val="00902CF1"/>
    <w:rsid w:val="00917093"/>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AF0278"/>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6159F"/>
    <w:rsid w:val="00E70490"/>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ЗОП.dotx</Template>
  <TotalTime>1</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5</cp:revision>
  <cp:lastPrinted>2019-11-11T08:06:00Z</cp:lastPrinted>
  <dcterms:created xsi:type="dcterms:W3CDTF">2019-05-30T11:23:00Z</dcterms:created>
  <dcterms:modified xsi:type="dcterms:W3CDTF">2019-12-19T12:05:00Z</dcterms:modified>
</cp:coreProperties>
</file>